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4DC4A" w14:textId="4EBAFB2B" w:rsidR="002B7442" w:rsidRDefault="00997F14" w:rsidP="002B7442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r w:rsidRPr="18A5F2DA">
        <w:rPr>
          <w:rFonts w:ascii="Times New Roman" w:hAnsi="Times New Roman"/>
          <w:b/>
          <w:bCs/>
        </w:rPr>
        <w:t xml:space="preserve">   </w:t>
      </w:r>
      <w:r w:rsidR="002B7442">
        <w:rPr>
          <w:rFonts w:ascii="Corbel" w:hAnsi="Corbel"/>
          <w:bCs/>
          <w:i/>
        </w:rPr>
        <w:t>Załącznik nr 1.5 do Zarządzenia Rektora UR nr 61/2025</w:t>
      </w:r>
    </w:p>
    <w:p w14:paraId="60E3E15E" w14:textId="77777777" w:rsidR="002B7442" w:rsidRPr="00843892" w:rsidRDefault="002B7442" w:rsidP="002B7442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149AEDD" w14:textId="77777777" w:rsidR="002B7442" w:rsidRPr="0027219F" w:rsidRDefault="002B7442" w:rsidP="002B7442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2C6145A" w14:textId="77777777" w:rsidR="002B7442" w:rsidRPr="0027219F" w:rsidRDefault="002B7442" w:rsidP="002B7442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24077FC9" w14:textId="77777777" w:rsidR="002B7442" w:rsidRPr="0027219F" w:rsidRDefault="002B7442" w:rsidP="002B7442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53B17059" w14:textId="77777777" w:rsidR="00BD4521" w:rsidRDefault="002B7442" w:rsidP="00BD4521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0E795B13" w14:textId="77777777" w:rsidR="00397492" w:rsidRDefault="003974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C3044" w14:textId="4F947C82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ED9C7" w14:textId="77777777" w:rsidTr="04CB3DB2">
        <w:tc>
          <w:tcPr>
            <w:tcW w:w="2694" w:type="dxa"/>
            <w:vAlign w:val="center"/>
          </w:tcPr>
          <w:p w14:paraId="242462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EBE14C" w14:textId="77777777" w:rsidR="0085747A" w:rsidRPr="009C54AE" w:rsidRDefault="00760C6F" w:rsidP="04CB3DB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4CB3DB2">
              <w:rPr>
                <w:rFonts w:ascii="Corbel" w:hAnsi="Corbel"/>
                <w:bCs/>
                <w:sz w:val="24"/>
                <w:szCs w:val="24"/>
              </w:rPr>
              <w:t>Prawo organizacji pozarządowych</w:t>
            </w:r>
          </w:p>
        </w:tc>
      </w:tr>
      <w:tr w:rsidR="0085747A" w:rsidRPr="009C54AE" w14:paraId="43925F84" w14:textId="77777777" w:rsidTr="04CB3DB2">
        <w:tc>
          <w:tcPr>
            <w:tcW w:w="2694" w:type="dxa"/>
            <w:vAlign w:val="center"/>
          </w:tcPr>
          <w:p w14:paraId="76659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7EBFD7" w14:textId="77777777" w:rsidR="0085747A" w:rsidRPr="009C54AE" w:rsidRDefault="002673CD" w:rsidP="00760C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</w:t>
            </w:r>
            <w:r w:rsidR="00760C6F">
              <w:rPr>
                <w:rFonts w:ascii="Corbel" w:hAnsi="Corbel"/>
                <w:b w:val="0"/>
                <w:sz w:val="24"/>
                <w:szCs w:val="24"/>
              </w:rPr>
              <w:t>52</w:t>
            </w:r>
          </w:p>
        </w:tc>
      </w:tr>
      <w:tr w:rsidR="00D11808" w:rsidRPr="009C54AE" w14:paraId="1F9AFA56" w14:textId="77777777" w:rsidTr="04CB3DB2">
        <w:tc>
          <w:tcPr>
            <w:tcW w:w="2694" w:type="dxa"/>
            <w:vAlign w:val="center"/>
          </w:tcPr>
          <w:p w14:paraId="61671E92" w14:textId="77777777" w:rsidR="00D11808" w:rsidRPr="009C54AE" w:rsidRDefault="00D11808" w:rsidP="00D1180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0CBC27" w14:textId="790049B3" w:rsidR="00D11808" w:rsidRPr="009C54AE" w:rsidRDefault="002B7442" w:rsidP="04CB3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442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D11808" w:rsidRPr="009C54AE" w14:paraId="5CB067B4" w14:textId="77777777" w:rsidTr="04CB3DB2">
        <w:tc>
          <w:tcPr>
            <w:tcW w:w="2694" w:type="dxa"/>
            <w:vAlign w:val="center"/>
          </w:tcPr>
          <w:p w14:paraId="17828ABD" w14:textId="77777777" w:rsidR="00D11808" w:rsidRPr="009C54AE" w:rsidRDefault="00D11808" w:rsidP="00D118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1131CE" w14:textId="583FBD9A" w:rsidR="00D11808" w:rsidRPr="009C54AE" w:rsidRDefault="006C0C61" w:rsidP="04CB3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D11808" w:rsidRPr="009C54AE" w14:paraId="3068AEF3" w14:textId="77777777" w:rsidTr="04CB3DB2">
        <w:tc>
          <w:tcPr>
            <w:tcW w:w="2694" w:type="dxa"/>
            <w:vAlign w:val="center"/>
          </w:tcPr>
          <w:p w14:paraId="7687433F" w14:textId="77777777" w:rsidR="00D11808" w:rsidRPr="009C54AE" w:rsidRDefault="00D11808" w:rsidP="00D118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2BC671" w14:textId="4C551F60" w:rsidR="00D11808" w:rsidRPr="009C54AE" w:rsidRDefault="00D11808" w:rsidP="00D118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D11808" w:rsidRPr="009C54AE" w14:paraId="276DB890" w14:textId="77777777" w:rsidTr="04CB3DB2">
        <w:tc>
          <w:tcPr>
            <w:tcW w:w="2694" w:type="dxa"/>
            <w:vAlign w:val="center"/>
          </w:tcPr>
          <w:p w14:paraId="3B0C6836" w14:textId="77777777" w:rsidR="00D11808" w:rsidRPr="009C54AE" w:rsidRDefault="00D11808" w:rsidP="00D118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06A17A" w14:textId="65153384" w:rsidR="00D11808" w:rsidRPr="009C54AE" w:rsidRDefault="00D11808" w:rsidP="00D118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38829424" w14:textId="77777777" w:rsidTr="04CB3DB2">
        <w:tc>
          <w:tcPr>
            <w:tcW w:w="2694" w:type="dxa"/>
            <w:vAlign w:val="center"/>
          </w:tcPr>
          <w:p w14:paraId="374E2D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D0200" w14:textId="77777777" w:rsidR="0085747A" w:rsidRPr="009C54AE" w:rsidRDefault="002673CD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FA0579C" w14:textId="77777777" w:rsidTr="04CB3DB2">
        <w:tc>
          <w:tcPr>
            <w:tcW w:w="2694" w:type="dxa"/>
            <w:vAlign w:val="center"/>
          </w:tcPr>
          <w:p w14:paraId="0479F0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03033E" w14:textId="77777777" w:rsidR="0085747A" w:rsidRPr="009C54AE" w:rsidRDefault="00760C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7BB08CE" w14:textId="77777777" w:rsidTr="04CB3DB2">
        <w:tc>
          <w:tcPr>
            <w:tcW w:w="2694" w:type="dxa"/>
            <w:vAlign w:val="center"/>
          </w:tcPr>
          <w:p w14:paraId="754DDF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8BC2C0" w14:textId="2295F38F" w:rsidR="0085747A" w:rsidRPr="009C54AE" w:rsidRDefault="00416F8D" w:rsidP="34A00F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60C6F" w:rsidRPr="04CB3DB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673CD" w:rsidRPr="04CB3DB2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  <w:r w:rsidR="000916E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01818622" w14:textId="77777777" w:rsidTr="04CB3DB2">
        <w:tc>
          <w:tcPr>
            <w:tcW w:w="2694" w:type="dxa"/>
            <w:vAlign w:val="center"/>
          </w:tcPr>
          <w:p w14:paraId="3D4DA4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AC77EC" w14:textId="77777777" w:rsidR="0085747A" w:rsidRPr="009C54AE" w:rsidRDefault="00760C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F2E20DC" w14:textId="77777777" w:rsidTr="04CB3DB2">
        <w:tc>
          <w:tcPr>
            <w:tcW w:w="2694" w:type="dxa"/>
            <w:vAlign w:val="center"/>
          </w:tcPr>
          <w:p w14:paraId="6103815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84FEC1" w14:textId="77777777" w:rsidR="00923D7D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B17FF1" w14:textId="77777777" w:rsidTr="04CB3DB2">
        <w:tc>
          <w:tcPr>
            <w:tcW w:w="2694" w:type="dxa"/>
            <w:vAlign w:val="center"/>
          </w:tcPr>
          <w:p w14:paraId="17AF5D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987AF3" w14:textId="5B293E4C" w:rsidR="0085747A" w:rsidRPr="009C54AE" w:rsidRDefault="006F41D6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9343D8" w:rsidRPr="009C54AE" w14:paraId="7A69DE2A" w14:textId="77777777" w:rsidTr="04CB3DB2">
        <w:tc>
          <w:tcPr>
            <w:tcW w:w="2694" w:type="dxa"/>
            <w:vAlign w:val="center"/>
          </w:tcPr>
          <w:p w14:paraId="3D85F4DA" w14:textId="77777777" w:rsidR="009343D8" w:rsidRPr="009C54AE" w:rsidRDefault="009343D8" w:rsidP="00934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0F20CB" w14:textId="54867FEC" w:rsidR="009343D8" w:rsidRPr="009C54AE" w:rsidRDefault="006F41D6" w:rsidP="00934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343D8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</w:tbl>
    <w:p w14:paraId="4A7CE9F8" w14:textId="77777777" w:rsidR="0085747A" w:rsidRDefault="0085747A" w:rsidP="0084389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0C3FF4" w14:textId="77777777" w:rsidR="00843892" w:rsidRPr="009C54AE" w:rsidRDefault="00843892" w:rsidP="0084389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BDC353" w14:textId="59FE74F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4389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FB388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9C54AE" w14:paraId="42CEDAA7" w14:textId="77777777" w:rsidTr="00843892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196A" w14:textId="77777777" w:rsidR="00015B8F" w:rsidRDefault="00015B8F" w:rsidP="008438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3FBBD7" w14:textId="77777777" w:rsidR="00015B8F" w:rsidRPr="009C54AE" w:rsidRDefault="002B5EA0" w:rsidP="008438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1A20" w14:textId="77777777" w:rsidR="00015B8F" w:rsidRPr="009C54AE" w:rsidRDefault="00015B8F" w:rsidP="00843892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18A5F2DA">
              <w:rPr>
                <w:rFonts w:ascii="Corbel" w:hAnsi="Corbel"/>
              </w:rPr>
              <w:t>Wykł</w:t>
            </w:r>
            <w:proofErr w:type="spellEnd"/>
            <w:r w:rsidRPr="18A5F2DA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EA22" w14:textId="77777777" w:rsidR="00015B8F" w:rsidRPr="009C54AE" w:rsidRDefault="00015B8F" w:rsidP="008438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F025" w14:textId="77777777" w:rsidR="00015B8F" w:rsidRPr="009C54AE" w:rsidRDefault="00015B8F" w:rsidP="00843892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18A5F2DA">
              <w:rPr>
                <w:rFonts w:ascii="Corbel" w:hAnsi="Corbel"/>
              </w:rPr>
              <w:t>Konw</w:t>
            </w:r>
            <w:proofErr w:type="spellEnd"/>
            <w:r w:rsidRPr="18A5F2DA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9474" w14:textId="77777777" w:rsidR="00015B8F" w:rsidRPr="009C54AE" w:rsidRDefault="00015B8F" w:rsidP="008438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1E41" w14:textId="77777777" w:rsidR="00015B8F" w:rsidRPr="009C54AE" w:rsidRDefault="00015B8F" w:rsidP="00843892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18A5F2DA">
              <w:rPr>
                <w:rFonts w:ascii="Corbel" w:hAnsi="Corbel"/>
              </w:rPr>
              <w:t>Sem</w:t>
            </w:r>
            <w:proofErr w:type="spellEnd"/>
            <w:r w:rsidRPr="18A5F2DA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5D9B" w14:textId="77777777" w:rsidR="00015B8F" w:rsidRPr="009C54AE" w:rsidRDefault="00015B8F" w:rsidP="008438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3F3C7" w14:textId="77777777" w:rsidR="00015B8F" w:rsidRPr="009C54AE" w:rsidRDefault="00015B8F" w:rsidP="00843892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18A5F2DA">
              <w:rPr>
                <w:rFonts w:ascii="Corbel" w:hAnsi="Corbel"/>
              </w:rPr>
              <w:t>Prakt</w:t>
            </w:r>
            <w:proofErr w:type="spellEnd"/>
            <w:r w:rsidRPr="18A5F2DA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E56B" w14:textId="77777777" w:rsidR="00015B8F" w:rsidRPr="009C54AE" w:rsidRDefault="00015B8F" w:rsidP="008438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28B1" w14:textId="77777777" w:rsidR="00015B8F" w:rsidRPr="009C54AE" w:rsidRDefault="00015B8F" w:rsidP="008438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703F7A" w14:textId="77777777" w:rsidTr="00843892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1608" w14:textId="39E2E236" w:rsidR="00015B8F" w:rsidRPr="009C54AE" w:rsidRDefault="009343D8" w:rsidP="008438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8A5F2D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F0D1" w14:textId="77777777" w:rsidR="00015B8F" w:rsidRPr="009C54AE" w:rsidRDefault="002673CD" w:rsidP="008438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8A5F2D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7FCD" w14:textId="77777777" w:rsidR="00015B8F" w:rsidRPr="009C54AE" w:rsidRDefault="00015B8F" w:rsidP="008438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E1AC" w14:textId="77777777" w:rsidR="00015B8F" w:rsidRPr="009C54AE" w:rsidRDefault="00015B8F" w:rsidP="008438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4340" w14:textId="77777777" w:rsidR="00015B8F" w:rsidRPr="009C54AE" w:rsidRDefault="00015B8F" w:rsidP="008438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B7D5" w14:textId="77777777" w:rsidR="00015B8F" w:rsidRPr="009C54AE" w:rsidRDefault="00015B8F" w:rsidP="008438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2818" w14:textId="77777777" w:rsidR="00015B8F" w:rsidRPr="009C54AE" w:rsidRDefault="00015B8F" w:rsidP="008438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DFA8" w14:textId="77777777" w:rsidR="00015B8F" w:rsidRPr="009C54AE" w:rsidRDefault="00015B8F" w:rsidP="008438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200D" w14:textId="77777777" w:rsidR="00015B8F" w:rsidRPr="009C54AE" w:rsidRDefault="00015B8F" w:rsidP="008438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5B7A" w14:textId="77777777" w:rsidR="00015B8F" w:rsidRPr="009C54AE" w:rsidRDefault="002673CD" w:rsidP="008438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8A5F2D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13FCB0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A5D023" w14:textId="77777777" w:rsidR="00843892" w:rsidRDefault="00843892" w:rsidP="008438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1F2E9659" w14:textId="77777777" w:rsidR="00843892" w:rsidRPr="009C54AE" w:rsidRDefault="00843892" w:rsidP="008438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4AA0AF" w14:textId="77777777" w:rsidR="00843892" w:rsidRPr="009C54AE" w:rsidRDefault="00843892" w:rsidP="008438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0336F0" w14:textId="77777777" w:rsidR="00843892" w:rsidRPr="009C54AE" w:rsidRDefault="00843892" w:rsidP="00843892">
      <w:pPr>
        <w:pStyle w:val="Punktygwne"/>
        <w:spacing w:before="0" w:after="0"/>
        <w:ind w:left="742"/>
        <w:rPr>
          <w:rFonts w:ascii="Corbel" w:hAnsi="Corbel"/>
          <w:b w:val="0"/>
          <w:smallCaps w:val="0"/>
          <w:szCs w:val="24"/>
        </w:rPr>
      </w:pPr>
      <w:r w:rsidRPr="00CD65A9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95F551A" w14:textId="77777777" w:rsidR="00843892" w:rsidRPr="009C54AE" w:rsidRDefault="00843892" w:rsidP="0084389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509DF6" w14:textId="77777777" w:rsidR="00843892" w:rsidRPr="009C54AE" w:rsidRDefault="00843892" w:rsidP="0084389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34FD796">
        <w:rPr>
          <w:rFonts w:ascii="Corbel" w:hAnsi="Corbel"/>
          <w:smallCaps w:val="0"/>
        </w:rPr>
        <w:t>1.3</w:t>
      </w:r>
      <w:r>
        <w:rPr>
          <w:rFonts w:ascii="Corbel" w:hAnsi="Corbel"/>
          <w:smallCaps w:val="0"/>
        </w:rPr>
        <w:t>.</w:t>
      </w:r>
      <w:r w:rsidRPr="234FD796">
        <w:rPr>
          <w:rFonts w:ascii="Corbel" w:hAnsi="Corbel"/>
          <w:smallCaps w:val="0"/>
        </w:rPr>
        <w:t xml:space="preserve"> Forma zaliczenia przedmiotu (z toku) </w:t>
      </w:r>
      <w:r w:rsidRPr="234FD796">
        <w:rPr>
          <w:rFonts w:ascii="Corbel" w:hAnsi="Corbel"/>
          <w:b w:val="0"/>
          <w:smallCaps w:val="0"/>
        </w:rPr>
        <w:t>(egzamin, zaliczenie z oceną, zaliczenie bez oceny)</w:t>
      </w:r>
    </w:p>
    <w:p w14:paraId="64C8C633" w14:textId="77777777" w:rsidR="00843892" w:rsidRDefault="00843892" w:rsidP="00843892">
      <w:pPr>
        <w:pStyle w:val="Punktygwne"/>
        <w:spacing w:before="0" w:after="0"/>
        <w:rPr>
          <w:rFonts w:ascii="Corbel" w:hAnsi="Corbel"/>
          <w:b w:val="0"/>
        </w:rPr>
      </w:pPr>
    </w:p>
    <w:p w14:paraId="05687895" w14:textId="77777777" w:rsidR="00843892" w:rsidRPr="00CD65A9" w:rsidRDefault="00843892" w:rsidP="008438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CD65A9">
        <w:rPr>
          <w:rFonts w:ascii="Corbel" w:hAnsi="Corbel"/>
          <w:b w:val="0"/>
          <w:smallCaps w:val="0"/>
          <w:szCs w:val="24"/>
        </w:rPr>
        <w:t>egzamin</w:t>
      </w:r>
    </w:p>
    <w:p w14:paraId="079D586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41804" w14:textId="46E663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F4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62155C9" w14:textId="77777777" w:rsidR="00397492" w:rsidRPr="009C54AE" w:rsidRDefault="0039749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390D9F6F" w14:textId="77777777" w:rsidTr="006F41D6">
        <w:tc>
          <w:tcPr>
            <w:tcW w:w="9349" w:type="dxa"/>
          </w:tcPr>
          <w:p w14:paraId="472A33AF" w14:textId="55F0C286" w:rsidR="0085747A" w:rsidRPr="009C54AE" w:rsidRDefault="1425FD34" w:rsidP="04CB3D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4CB3DB2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005F5B19" w:rsidRPr="04CB3DB2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  <w:r w:rsidRPr="04CB3D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006C2C6" w14:textId="72E41DDB" w:rsidR="0085747A" w:rsidRPr="00BD4521" w:rsidRDefault="18A5F2DA" w:rsidP="00843892">
      <w:pPr>
        <w:spacing w:after="0" w:line="240" w:lineRule="auto"/>
        <w:rPr>
          <w:b/>
          <w:bCs/>
        </w:rPr>
      </w:pPr>
      <w:r>
        <w:br w:type="page"/>
      </w:r>
      <w:r w:rsidR="0071620A" w:rsidRPr="00BD4521">
        <w:rPr>
          <w:rFonts w:ascii="Corbel" w:hAnsi="Corbel"/>
          <w:b/>
          <w:bCs/>
        </w:rPr>
        <w:lastRenderedPageBreak/>
        <w:t>3.</w:t>
      </w:r>
      <w:r w:rsidR="0085747A" w:rsidRPr="00BD4521">
        <w:rPr>
          <w:rFonts w:ascii="Corbel" w:hAnsi="Corbel"/>
          <w:b/>
          <w:bCs/>
        </w:rPr>
        <w:t xml:space="preserve"> </w:t>
      </w:r>
      <w:r w:rsidR="00BD4521">
        <w:rPr>
          <w:rFonts w:ascii="Corbel" w:hAnsi="Corbel"/>
          <w:b/>
          <w:bCs/>
        </w:rPr>
        <w:t>C</w:t>
      </w:r>
      <w:r w:rsidR="00A84C85" w:rsidRPr="00BD4521">
        <w:rPr>
          <w:rFonts w:ascii="Corbel" w:hAnsi="Corbel"/>
          <w:b/>
          <w:bCs/>
        </w:rPr>
        <w:t>ele, efekty uczenia się</w:t>
      </w:r>
      <w:r w:rsidR="0085747A" w:rsidRPr="00BD4521">
        <w:rPr>
          <w:rFonts w:ascii="Corbel" w:hAnsi="Corbel"/>
          <w:b/>
          <w:bCs/>
        </w:rPr>
        <w:t>, treści Programowe i stosowane metody Dydaktyczne</w:t>
      </w:r>
    </w:p>
    <w:p w14:paraId="2E6B0D42" w14:textId="77777777" w:rsidR="0085747A" w:rsidRPr="00C05F44" w:rsidRDefault="0085747A" w:rsidP="00843892">
      <w:pPr>
        <w:pStyle w:val="Punktygwne"/>
        <w:spacing w:before="0" w:after="0"/>
        <w:rPr>
          <w:rFonts w:ascii="Corbel" w:hAnsi="Corbel"/>
          <w:szCs w:val="24"/>
        </w:rPr>
      </w:pPr>
    </w:p>
    <w:p w14:paraId="5BE862F5" w14:textId="77777777" w:rsidR="0085747A" w:rsidRDefault="0071620A" w:rsidP="0084389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2943DE" w14:textId="77777777" w:rsidR="00F83B28" w:rsidRPr="00843892" w:rsidRDefault="00F83B28" w:rsidP="00843892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039C" w:rsidRPr="009C54AE" w14:paraId="2F0C758B" w14:textId="77777777" w:rsidTr="00843892">
        <w:tc>
          <w:tcPr>
            <w:tcW w:w="845" w:type="dxa"/>
            <w:vAlign w:val="center"/>
          </w:tcPr>
          <w:p w14:paraId="331D86F2" w14:textId="57AD80F3" w:rsidR="006A039C" w:rsidRPr="009C54AE" w:rsidRDefault="006A039C" w:rsidP="008438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0ECECFF4" w14:textId="77777777" w:rsidR="006A039C" w:rsidRPr="00D84A37" w:rsidRDefault="006A039C" w:rsidP="008438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>Celem zajęć jest przybliżenie studentom zagadnień tworzenia i funkcjonowania organizacji pozarządowych w Polsce, w tym organizacji pożytku publicznego</w:t>
            </w:r>
          </w:p>
        </w:tc>
      </w:tr>
      <w:tr w:rsidR="006A039C" w:rsidRPr="009C54AE" w14:paraId="4EF26AED" w14:textId="77777777" w:rsidTr="00843892">
        <w:tc>
          <w:tcPr>
            <w:tcW w:w="845" w:type="dxa"/>
            <w:vAlign w:val="center"/>
          </w:tcPr>
          <w:p w14:paraId="0C062E4A" w14:textId="77777777" w:rsidR="006A039C" w:rsidRPr="009C54AE" w:rsidRDefault="006A039C" w:rsidP="0084389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2A89B9" w14:textId="77777777" w:rsidR="006A039C" w:rsidRPr="00D84A37" w:rsidRDefault="006A039C" w:rsidP="008438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>Celem zajęć jest rozwój umiejętności związanych z funkcjonowaniem organizacji pozarządowych</w:t>
            </w:r>
          </w:p>
        </w:tc>
      </w:tr>
      <w:tr w:rsidR="006A039C" w:rsidRPr="009C54AE" w14:paraId="16B546EF" w14:textId="77777777" w:rsidTr="00843892">
        <w:tc>
          <w:tcPr>
            <w:tcW w:w="845" w:type="dxa"/>
            <w:vAlign w:val="center"/>
          </w:tcPr>
          <w:p w14:paraId="44FCF571" w14:textId="77777777" w:rsidR="006A039C" w:rsidRPr="009C54AE" w:rsidRDefault="006A039C" w:rsidP="008438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760C6BE" w14:textId="77777777" w:rsidR="006A039C" w:rsidRPr="00D84A37" w:rsidRDefault="006A039C" w:rsidP="008438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 xml:space="preserve">Celem zajęć jest wskazanie korzyści wynikających z aktywnego uczestnictwa </w:t>
            </w:r>
            <w:r w:rsidRPr="00D84A37">
              <w:rPr>
                <w:rFonts w:ascii="Corbel" w:hAnsi="Corbel"/>
                <w:b w:val="0"/>
                <w:sz w:val="24"/>
                <w:szCs w:val="24"/>
              </w:rPr>
              <w:br/>
              <w:t>w działalności organizacji pozarządowej</w:t>
            </w:r>
          </w:p>
        </w:tc>
      </w:tr>
    </w:tbl>
    <w:p w14:paraId="436F05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32248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B0885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94B492D" w14:textId="77777777" w:rsidTr="04CB3DB2">
        <w:tc>
          <w:tcPr>
            <w:tcW w:w="1681" w:type="dxa"/>
            <w:vAlign w:val="center"/>
          </w:tcPr>
          <w:p w14:paraId="726B5302" w14:textId="77777777" w:rsidR="0085747A" w:rsidRPr="009C54AE" w:rsidRDefault="0085747A" w:rsidP="04CB3DB2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EK</w:t>
            </w:r>
            <w:r w:rsidR="00A84C85"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(</w:t>
            </w:r>
            <w:r w:rsidR="00C05F44"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efekt uczenia się</w:t>
            </w:r>
            <w:r w:rsidR="57E147F6"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1A5C7907" w14:textId="77777777" w:rsidR="0085747A" w:rsidRPr="009C54AE" w:rsidRDefault="0085747A" w:rsidP="04CB3DB2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Treść efektu </w:t>
            </w:r>
            <w:r w:rsidR="00C05F44"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uczenia się </w:t>
            </w: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89BBA69" w14:textId="77777777" w:rsidR="0085747A" w:rsidRPr="009C54AE" w:rsidRDefault="0085747A" w:rsidP="04CB3DB2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4CB3DB2">
              <w:rPr>
                <w:rStyle w:val="Odwoanieprzypisudolnego"/>
                <w:rFonts w:ascii="Corbel" w:eastAsia="Corbel" w:hAnsi="Corbel" w:cs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9C54AE" w14:paraId="399B07E6" w14:textId="77777777" w:rsidTr="00843892">
        <w:tc>
          <w:tcPr>
            <w:tcW w:w="1681" w:type="dxa"/>
          </w:tcPr>
          <w:p w14:paraId="184326EE" w14:textId="77777777" w:rsidR="0085747A" w:rsidRPr="009C54AE" w:rsidRDefault="0085747A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63393B4C" w14:textId="77777777" w:rsidR="0085747A" w:rsidRPr="005F5B19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Dysponuje pogłębioną wiedzą o relacjach między organami administracji publicznej oraz relacjach między nimi a jednostką i instytucjami społecznymi w odniesieniu do wybranych struktur i instytucji społecznych;</w:t>
            </w:r>
          </w:p>
        </w:tc>
        <w:tc>
          <w:tcPr>
            <w:tcW w:w="1865" w:type="dxa"/>
          </w:tcPr>
          <w:p w14:paraId="25A4AD59" w14:textId="77777777" w:rsidR="0085747A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K_W03</w:t>
            </w:r>
          </w:p>
        </w:tc>
      </w:tr>
      <w:tr w:rsidR="0085747A" w:rsidRPr="009C54AE" w14:paraId="73693258" w14:textId="77777777" w:rsidTr="00843892">
        <w:tc>
          <w:tcPr>
            <w:tcW w:w="1681" w:type="dxa"/>
          </w:tcPr>
          <w:p w14:paraId="0B8AD0DC" w14:textId="77777777" w:rsidR="0085747A" w:rsidRPr="009C54AE" w:rsidRDefault="0085747A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677B3447" w14:textId="77777777" w:rsidR="0085747A" w:rsidRPr="005F5B19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65" w:type="dxa"/>
          </w:tcPr>
          <w:p w14:paraId="7C917602" w14:textId="77777777" w:rsidR="0085747A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K_W04</w:t>
            </w:r>
          </w:p>
        </w:tc>
      </w:tr>
      <w:tr w:rsidR="0006011E" w:rsidRPr="009C54AE" w14:paraId="534870FA" w14:textId="77777777" w:rsidTr="00843892">
        <w:tc>
          <w:tcPr>
            <w:tcW w:w="1681" w:type="dxa"/>
          </w:tcPr>
          <w:p w14:paraId="25BD517B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6AEBAABB" w14:textId="77777777" w:rsidR="0006011E" w:rsidRPr="005F5B19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Zna w stopniu zaawansowanym ogólne zasady tworzenia i rozwoju form indywidualnej przedsiębiorczości, wykorzystującej wiedzę z zakresu dziedzin nauki i dyscyplin naukowych właściwych dla kierunku administracja</w:t>
            </w:r>
          </w:p>
        </w:tc>
        <w:tc>
          <w:tcPr>
            <w:tcW w:w="1865" w:type="dxa"/>
          </w:tcPr>
          <w:p w14:paraId="6E01B9F9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K_W09</w:t>
            </w:r>
          </w:p>
        </w:tc>
      </w:tr>
      <w:tr w:rsidR="0006011E" w:rsidRPr="009C54AE" w14:paraId="0BD48B09" w14:textId="77777777" w:rsidTr="00843892">
        <w:tc>
          <w:tcPr>
            <w:tcW w:w="1681" w:type="dxa"/>
          </w:tcPr>
          <w:p w14:paraId="1D2319D6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66A2F99C" w14:textId="77777777" w:rsidR="0006011E" w:rsidRPr="005F5B19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154ED1D5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K_U02</w:t>
            </w:r>
          </w:p>
        </w:tc>
      </w:tr>
      <w:tr w:rsidR="0006011E" w:rsidRPr="009C54AE" w14:paraId="751C183F" w14:textId="77777777" w:rsidTr="00843892">
        <w:tc>
          <w:tcPr>
            <w:tcW w:w="1681" w:type="dxa"/>
          </w:tcPr>
          <w:p w14:paraId="73E683A6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6D557E06" w14:textId="77777777" w:rsidR="0006011E" w:rsidRPr="005F5B19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865" w:type="dxa"/>
          </w:tcPr>
          <w:p w14:paraId="03D09CCD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K_U03</w:t>
            </w:r>
          </w:p>
        </w:tc>
      </w:tr>
      <w:tr w:rsidR="0006011E" w:rsidRPr="009C54AE" w14:paraId="40D6D258" w14:textId="77777777" w:rsidTr="00843892">
        <w:tc>
          <w:tcPr>
            <w:tcW w:w="1681" w:type="dxa"/>
          </w:tcPr>
          <w:p w14:paraId="51DB166E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5CF86961" w14:textId="77777777" w:rsidR="0006011E" w:rsidRPr="005F5B19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Posiada umiejętność tworzenia dokumentów prawnych, umów oraz projektów aktów stosowania prawa, wraz z ich uzasadnieniem oraz jest w stanie wskazać konsekwencje projektowanego aktu.</w:t>
            </w:r>
          </w:p>
        </w:tc>
        <w:tc>
          <w:tcPr>
            <w:tcW w:w="1865" w:type="dxa"/>
          </w:tcPr>
          <w:p w14:paraId="40EF8BE6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K_U05</w:t>
            </w:r>
          </w:p>
        </w:tc>
      </w:tr>
      <w:tr w:rsidR="0006011E" w:rsidRPr="009C54AE" w14:paraId="6102F3E6" w14:textId="77777777" w:rsidTr="00843892">
        <w:tc>
          <w:tcPr>
            <w:tcW w:w="1681" w:type="dxa"/>
          </w:tcPr>
          <w:p w14:paraId="0C504101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lastRenderedPageBreak/>
              <w:t>EK_07</w:t>
            </w:r>
          </w:p>
        </w:tc>
        <w:tc>
          <w:tcPr>
            <w:tcW w:w="5974" w:type="dxa"/>
          </w:tcPr>
          <w:p w14:paraId="7DDA7E54" w14:textId="77777777" w:rsidR="0006011E" w:rsidRPr="005F5B19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</w:t>
            </w:r>
          </w:p>
        </w:tc>
        <w:tc>
          <w:tcPr>
            <w:tcW w:w="1865" w:type="dxa"/>
          </w:tcPr>
          <w:p w14:paraId="422D5AD8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K_U07</w:t>
            </w:r>
          </w:p>
        </w:tc>
      </w:tr>
      <w:tr w:rsidR="0006011E" w:rsidRPr="009C54AE" w14:paraId="29C7116D" w14:textId="77777777" w:rsidTr="00843892">
        <w:tc>
          <w:tcPr>
            <w:tcW w:w="1681" w:type="dxa"/>
          </w:tcPr>
          <w:p w14:paraId="495399D1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14:paraId="2740C9E8" w14:textId="77777777" w:rsidR="0006011E" w:rsidRPr="005F5B19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Jest gotowy samodzielnie i krytycznie uzupełniać wiedzę, w tym również na gruncie interdyscyplinarnym</w:t>
            </w:r>
          </w:p>
        </w:tc>
        <w:tc>
          <w:tcPr>
            <w:tcW w:w="1865" w:type="dxa"/>
          </w:tcPr>
          <w:p w14:paraId="7B8EA118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K_K01</w:t>
            </w:r>
          </w:p>
        </w:tc>
      </w:tr>
      <w:tr w:rsidR="0006011E" w:rsidRPr="009C54AE" w14:paraId="1EC8FE6F" w14:textId="77777777" w:rsidTr="00843892">
        <w:tc>
          <w:tcPr>
            <w:tcW w:w="1681" w:type="dxa"/>
          </w:tcPr>
          <w:p w14:paraId="54F4583D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974" w:type="dxa"/>
          </w:tcPr>
          <w:p w14:paraId="3CEA0D9A" w14:textId="77777777" w:rsidR="0006011E" w:rsidRPr="005F5B19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Jest zdolny do samodzielnego rozwiazywania podstawowych problemów administracyjnych, prawnych i etycznych związanych z funkcjonowaniem struktur publicznych i niepublicznych</w:t>
            </w:r>
          </w:p>
        </w:tc>
        <w:tc>
          <w:tcPr>
            <w:tcW w:w="1865" w:type="dxa"/>
          </w:tcPr>
          <w:p w14:paraId="7A18A6EE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K_K02</w:t>
            </w:r>
          </w:p>
        </w:tc>
      </w:tr>
      <w:tr w:rsidR="0006011E" w:rsidRPr="009C54AE" w14:paraId="77147EE6" w14:textId="77777777" w:rsidTr="00843892">
        <w:tc>
          <w:tcPr>
            <w:tcW w:w="1681" w:type="dxa"/>
          </w:tcPr>
          <w:p w14:paraId="1FD5B979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974" w:type="dxa"/>
          </w:tcPr>
          <w:p w14:paraId="653925EE" w14:textId="77777777" w:rsidR="0006011E" w:rsidRPr="005F5B19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865" w:type="dxa"/>
          </w:tcPr>
          <w:p w14:paraId="5C710688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K_K03</w:t>
            </w:r>
          </w:p>
        </w:tc>
      </w:tr>
      <w:tr w:rsidR="0006011E" w:rsidRPr="009C54AE" w14:paraId="27901FAA" w14:textId="77777777" w:rsidTr="00843892">
        <w:tc>
          <w:tcPr>
            <w:tcW w:w="1681" w:type="dxa"/>
          </w:tcPr>
          <w:p w14:paraId="6855222E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974" w:type="dxa"/>
          </w:tcPr>
          <w:p w14:paraId="250D3CD1" w14:textId="77777777" w:rsidR="0006011E" w:rsidRPr="005F5B19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Wykazuje odpowiedzialność za własne przygotowanie do pracy, podejmowane decyzje, działania i ich skutki</w:t>
            </w:r>
          </w:p>
        </w:tc>
        <w:tc>
          <w:tcPr>
            <w:tcW w:w="1865" w:type="dxa"/>
          </w:tcPr>
          <w:p w14:paraId="07E2EC4E" w14:textId="77777777" w:rsidR="0006011E" w:rsidRPr="009C54AE" w:rsidRDefault="7E183B22" w:rsidP="0084389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CB3DB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K_K05</w:t>
            </w:r>
          </w:p>
        </w:tc>
      </w:tr>
    </w:tbl>
    <w:p w14:paraId="5F1B807E" w14:textId="77777777" w:rsidR="0006011E" w:rsidRDefault="0006011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D1D4368" w14:textId="22A47B9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43892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1A44665C" w14:textId="77777777" w:rsidR="00843892" w:rsidRPr="009C54AE" w:rsidRDefault="0084389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6AFBA42" w14:textId="4D178966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E8948C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A5A33F" w14:textId="77777777" w:rsidTr="00843892">
        <w:trPr>
          <w:trHeight w:val="340"/>
        </w:trPr>
        <w:tc>
          <w:tcPr>
            <w:tcW w:w="9520" w:type="dxa"/>
            <w:vAlign w:val="center"/>
          </w:tcPr>
          <w:p w14:paraId="33B9A2C1" w14:textId="77777777" w:rsidR="0085747A" w:rsidRPr="009C54AE" w:rsidRDefault="0085747A" w:rsidP="0084389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4CB3D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5B19" w:rsidRPr="009C54AE" w14:paraId="791C7ACA" w14:textId="77777777" w:rsidTr="00843892">
        <w:trPr>
          <w:trHeight w:val="340"/>
        </w:trPr>
        <w:tc>
          <w:tcPr>
            <w:tcW w:w="9520" w:type="dxa"/>
            <w:vAlign w:val="center"/>
          </w:tcPr>
          <w:p w14:paraId="34749FA0" w14:textId="77777777" w:rsidR="005F5B19" w:rsidRPr="00D84A37" w:rsidRDefault="005F5B19" w:rsidP="0084389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4CB3DB2">
              <w:rPr>
                <w:rFonts w:ascii="Corbel" w:hAnsi="Corbel"/>
                <w:sz w:val="24"/>
                <w:szCs w:val="24"/>
              </w:rPr>
              <w:t>Pojęcie społeczeństwa obywatelskiego, zasady prawne kształtujące jego rozwój we współczesnym demokratycznym państwie prawnym</w:t>
            </w:r>
          </w:p>
        </w:tc>
      </w:tr>
      <w:tr w:rsidR="005F5B19" w:rsidRPr="009C54AE" w14:paraId="0698E912" w14:textId="77777777" w:rsidTr="00843892">
        <w:trPr>
          <w:trHeight w:val="340"/>
        </w:trPr>
        <w:tc>
          <w:tcPr>
            <w:tcW w:w="9520" w:type="dxa"/>
            <w:vAlign w:val="center"/>
          </w:tcPr>
          <w:p w14:paraId="549F8407" w14:textId="77777777" w:rsidR="005F5B19" w:rsidRPr="00D84A37" w:rsidRDefault="005F5B19" w:rsidP="0084389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4CB3DB2">
              <w:rPr>
                <w:rFonts w:ascii="Corbel" w:hAnsi="Corbel"/>
                <w:sz w:val="24"/>
                <w:szCs w:val="24"/>
              </w:rPr>
              <w:t>Pojęcie organizacji pozarządowej – definicja legalna, formy organizacyjno-prawne organizacji pozarządowych w Polsce. Organizacje pozarządowe działające na mocy przepisów szczególnych.</w:t>
            </w:r>
          </w:p>
        </w:tc>
      </w:tr>
      <w:tr w:rsidR="005F5B19" w:rsidRPr="009C54AE" w14:paraId="24197064" w14:textId="77777777" w:rsidTr="00843892">
        <w:trPr>
          <w:trHeight w:val="340"/>
        </w:trPr>
        <w:tc>
          <w:tcPr>
            <w:tcW w:w="9520" w:type="dxa"/>
            <w:vAlign w:val="center"/>
          </w:tcPr>
          <w:p w14:paraId="333219ED" w14:textId="77777777" w:rsidR="005F5B19" w:rsidRPr="00D84A37" w:rsidRDefault="005F5B19" w:rsidP="0084389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4CB3DB2">
              <w:rPr>
                <w:rFonts w:ascii="Corbel" w:hAnsi="Corbel"/>
                <w:sz w:val="24"/>
                <w:szCs w:val="24"/>
              </w:rPr>
              <w:t>Stowarzyszenia i fundacje – podstawy prawne ich tworzenia i działania, zakładanie, działalność bieżąca i likwidacja.</w:t>
            </w:r>
          </w:p>
        </w:tc>
      </w:tr>
      <w:tr w:rsidR="005F5B19" w:rsidRPr="009C54AE" w14:paraId="4360EB07" w14:textId="77777777" w:rsidTr="00843892">
        <w:trPr>
          <w:trHeight w:val="340"/>
        </w:trPr>
        <w:tc>
          <w:tcPr>
            <w:tcW w:w="9520" w:type="dxa"/>
            <w:vAlign w:val="center"/>
          </w:tcPr>
          <w:p w14:paraId="7EF97741" w14:textId="4AB2CDBC" w:rsidR="005F5B19" w:rsidRPr="00D84A37" w:rsidRDefault="005F5B19" w:rsidP="0084389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4CB3DB2">
              <w:rPr>
                <w:rFonts w:ascii="Corbel" w:hAnsi="Corbel"/>
                <w:sz w:val="24"/>
                <w:szCs w:val="24"/>
              </w:rPr>
              <w:t>Istota organizacji pożytku publicznego, działalność odpłatna i nieodpłatna pożytku publicznego. Uprawnienia i obowiązki organizacji, nadzór nad działalnością pożytku publicznego.</w:t>
            </w:r>
          </w:p>
        </w:tc>
      </w:tr>
      <w:tr w:rsidR="005F5B19" w:rsidRPr="009C54AE" w14:paraId="4AFFF9F6" w14:textId="77777777" w:rsidTr="00843892">
        <w:trPr>
          <w:trHeight w:val="340"/>
        </w:trPr>
        <w:tc>
          <w:tcPr>
            <w:tcW w:w="9520" w:type="dxa"/>
            <w:vAlign w:val="center"/>
          </w:tcPr>
          <w:p w14:paraId="78255377" w14:textId="77777777" w:rsidR="005F5B19" w:rsidRPr="00D84A37" w:rsidRDefault="005F5B19" w:rsidP="008438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4CB3DB2">
              <w:rPr>
                <w:rFonts w:ascii="Corbel" w:hAnsi="Corbel"/>
                <w:sz w:val="24"/>
                <w:szCs w:val="24"/>
              </w:rPr>
              <w:t>Współpraca organizacji pozarządowych z organami administracji publicznej na podstawie ustawy o działalności pożytku publicznego i o wolontariacie – przegląd form prawnych oraz procedur.</w:t>
            </w:r>
          </w:p>
        </w:tc>
      </w:tr>
      <w:tr w:rsidR="005F5B19" w:rsidRPr="009C54AE" w14:paraId="00F2CC61" w14:textId="77777777" w:rsidTr="00843892">
        <w:trPr>
          <w:trHeight w:val="340"/>
        </w:trPr>
        <w:tc>
          <w:tcPr>
            <w:tcW w:w="9520" w:type="dxa"/>
            <w:vAlign w:val="center"/>
          </w:tcPr>
          <w:p w14:paraId="5925246A" w14:textId="77777777" w:rsidR="005F5B19" w:rsidRPr="00D84A37" w:rsidRDefault="005F5B19" w:rsidP="008438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4CB3DB2">
              <w:rPr>
                <w:rFonts w:ascii="Corbel" w:hAnsi="Corbel"/>
                <w:sz w:val="24"/>
                <w:szCs w:val="24"/>
              </w:rPr>
              <w:t>Zagadnienia wolontariatu.</w:t>
            </w:r>
          </w:p>
        </w:tc>
      </w:tr>
    </w:tbl>
    <w:p w14:paraId="7D975E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1EEB8D" w14:textId="77777777" w:rsidR="0085747A" w:rsidRPr="009C54AE" w:rsidRDefault="0085747A" w:rsidP="0084389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3F462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D60C86" w14:textId="77777777" w:rsidTr="00843892">
        <w:trPr>
          <w:trHeight w:val="340"/>
        </w:trPr>
        <w:tc>
          <w:tcPr>
            <w:tcW w:w="9520" w:type="dxa"/>
            <w:vAlign w:val="center"/>
          </w:tcPr>
          <w:p w14:paraId="4A724BE2" w14:textId="77777777" w:rsidR="0085747A" w:rsidRPr="009C54AE" w:rsidRDefault="0085747A" w:rsidP="008438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C297D9C" w14:textId="77777777" w:rsidTr="00843892">
        <w:trPr>
          <w:trHeight w:val="340"/>
        </w:trPr>
        <w:tc>
          <w:tcPr>
            <w:tcW w:w="9520" w:type="dxa"/>
            <w:vAlign w:val="center"/>
          </w:tcPr>
          <w:p w14:paraId="37AB27FA" w14:textId="420201FA" w:rsidR="0085747A" w:rsidRPr="009C54AE" w:rsidRDefault="44F63A5A" w:rsidP="008438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4CB3DB2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EC490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02AB8" w14:textId="487A9B4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84389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A3D3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9226A" w14:textId="77777777" w:rsidR="0085747A" w:rsidRPr="00843892" w:rsidRDefault="00153C41" w:rsidP="00843892">
      <w:pPr>
        <w:pStyle w:val="Punktygwne"/>
        <w:spacing w:before="0" w:after="0"/>
        <w:ind w:left="851"/>
        <w:jc w:val="both"/>
        <w:rPr>
          <w:rFonts w:ascii="Corbel" w:hAnsi="Corbel"/>
          <w:b w:val="0"/>
          <w:smallCaps w:val="0"/>
          <w:szCs w:val="24"/>
        </w:rPr>
      </w:pPr>
      <w:r w:rsidRPr="00843892">
        <w:rPr>
          <w:rFonts w:ascii="Corbel" w:hAnsi="Corbel"/>
          <w:b w:val="0"/>
          <w:smallCaps w:val="0"/>
          <w:szCs w:val="24"/>
        </w:rPr>
        <w:t>W</w:t>
      </w:r>
      <w:r w:rsidR="0085747A" w:rsidRPr="00843892">
        <w:rPr>
          <w:rFonts w:ascii="Corbel" w:hAnsi="Corbel"/>
          <w:b w:val="0"/>
          <w:smallCaps w:val="0"/>
          <w:szCs w:val="24"/>
        </w:rPr>
        <w:t>ykład</w:t>
      </w:r>
      <w:r w:rsidRPr="00843892">
        <w:rPr>
          <w:rFonts w:ascii="Corbel" w:hAnsi="Corbel"/>
          <w:b w:val="0"/>
          <w:smallCaps w:val="0"/>
          <w:szCs w:val="24"/>
        </w:rPr>
        <w:t xml:space="preserve">: </w:t>
      </w:r>
      <w:r w:rsidR="006A039C" w:rsidRPr="00843892">
        <w:rPr>
          <w:rFonts w:ascii="Corbel" w:hAnsi="Corbel"/>
          <w:b w:val="0"/>
          <w:smallCaps w:val="0"/>
          <w:szCs w:val="24"/>
        </w:rPr>
        <w:t xml:space="preserve">wykład informacyjny, </w:t>
      </w:r>
      <w:r w:rsidRPr="00843892">
        <w:rPr>
          <w:rFonts w:ascii="Corbel" w:hAnsi="Corbel"/>
          <w:b w:val="0"/>
          <w:smallCaps w:val="0"/>
          <w:szCs w:val="24"/>
        </w:rPr>
        <w:t>wykład</w:t>
      </w:r>
      <w:r w:rsidR="0085747A" w:rsidRPr="00843892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843892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843892">
        <w:rPr>
          <w:rFonts w:ascii="Corbel" w:hAnsi="Corbel"/>
          <w:b w:val="0"/>
          <w:smallCaps w:val="0"/>
          <w:szCs w:val="24"/>
        </w:rPr>
        <w:t>wykład z prezentacją multimedialną</w:t>
      </w:r>
      <w:r w:rsidR="006A039C" w:rsidRPr="00843892">
        <w:rPr>
          <w:rFonts w:ascii="Corbel" w:hAnsi="Corbel"/>
          <w:b w:val="0"/>
          <w:smallCaps w:val="0"/>
          <w:szCs w:val="24"/>
        </w:rPr>
        <w:t>.</w:t>
      </w:r>
      <w:r w:rsidR="00BF2C41" w:rsidRPr="00843892">
        <w:rPr>
          <w:rFonts w:ascii="Corbel" w:hAnsi="Corbel"/>
          <w:b w:val="0"/>
          <w:smallCaps w:val="0"/>
          <w:szCs w:val="24"/>
        </w:rPr>
        <w:t xml:space="preserve"> </w:t>
      </w:r>
    </w:p>
    <w:p w14:paraId="56DA17C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CEC38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230A9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EA273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EE58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BF48B88" w14:textId="77777777" w:rsidTr="006A039C">
        <w:tc>
          <w:tcPr>
            <w:tcW w:w="1962" w:type="dxa"/>
            <w:vAlign w:val="center"/>
          </w:tcPr>
          <w:p w14:paraId="16C0F8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0EC9E0" w14:textId="77777777" w:rsidR="0085747A" w:rsidRPr="009C54AE" w:rsidRDefault="00F974DA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634F3F" w14:textId="77777777" w:rsidR="0085747A" w:rsidRPr="009C54AE" w:rsidRDefault="009F4610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E3F88E" w14:textId="50E30CE3" w:rsidR="00923D7D" w:rsidRPr="009C54AE" w:rsidRDefault="0085747A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6C3432A" w14:textId="77777777" w:rsidR="0085747A" w:rsidRPr="009C54AE" w:rsidRDefault="0085747A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DEBDBFE" w14:textId="77777777" w:rsidTr="00843892">
        <w:trPr>
          <w:trHeight w:val="340"/>
        </w:trPr>
        <w:tc>
          <w:tcPr>
            <w:tcW w:w="1962" w:type="dxa"/>
          </w:tcPr>
          <w:p w14:paraId="7F99C21C" w14:textId="6D5C05B6" w:rsidR="0085747A" w:rsidRPr="00843892" w:rsidRDefault="008438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89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48B8A6FB" w14:textId="77777777" w:rsidR="0085747A" w:rsidRPr="006A039C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14:paraId="6EEAB9EE" w14:textId="77777777" w:rsidR="0085747A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6A039C" w:rsidRPr="009C54AE" w14:paraId="10F2B5D1" w14:textId="77777777" w:rsidTr="00843892">
        <w:trPr>
          <w:trHeight w:val="340"/>
        </w:trPr>
        <w:tc>
          <w:tcPr>
            <w:tcW w:w="1962" w:type="dxa"/>
          </w:tcPr>
          <w:p w14:paraId="1C6374EB" w14:textId="7E53FD17" w:rsidR="006A039C" w:rsidRPr="00843892" w:rsidRDefault="00843892" w:rsidP="006A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8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E892673" w14:textId="77777777" w:rsidR="006A039C" w:rsidRPr="006A039C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14:paraId="5E94E3C4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6A039C" w:rsidRPr="009C54AE" w14:paraId="288B3C18" w14:textId="77777777" w:rsidTr="00843892">
        <w:trPr>
          <w:trHeight w:val="340"/>
        </w:trPr>
        <w:tc>
          <w:tcPr>
            <w:tcW w:w="1962" w:type="dxa"/>
          </w:tcPr>
          <w:p w14:paraId="4A35BDB6" w14:textId="24803425" w:rsidR="006A039C" w:rsidRPr="00843892" w:rsidRDefault="00843892" w:rsidP="006A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89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ABBBE18" w14:textId="77777777" w:rsidR="006A039C" w:rsidRPr="006A039C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14:paraId="5F78636D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6A039C" w:rsidRPr="009C54AE" w14:paraId="37F8ED3D" w14:textId="77777777" w:rsidTr="00843892">
        <w:trPr>
          <w:trHeight w:val="340"/>
        </w:trPr>
        <w:tc>
          <w:tcPr>
            <w:tcW w:w="1962" w:type="dxa"/>
          </w:tcPr>
          <w:p w14:paraId="008D22FD" w14:textId="41DD79DC" w:rsidR="006A039C" w:rsidRPr="00843892" w:rsidRDefault="00843892" w:rsidP="006A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89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183F537" w14:textId="77777777" w:rsidR="006A039C" w:rsidRPr="006A039C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14:paraId="7E630663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6A039C" w:rsidRPr="009C54AE" w14:paraId="3D38E418" w14:textId="77777777" w:rsidTr="00843892">
        <w:trPr>
          <w:trHeight w:val="340"/>
        </w:trPr>
        <w:tc>
          <w:tcPr>
            <w:tcW w:w="1962" w:type="dxa"/>
          </w:tcPr>
          <w:p w14:paraId="63B21EF1" w14:textId="4A21C096" w:rsidR="006A039C" w:rsidRPr="00843892" w:rsidRDefault="00843892" w:rsidP="006A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89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359DEF7" w14:textId="77777777" w:rsidR="006A039C" w:rsidRPr="006A039C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14:paraId="69CB7448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6A039C" w:rsidRPr="009C54AE" w14:paraId="1122AA42" w14:textId="77777777" w:rsidTr="00843892">
        <w:trPr>
          <w:trHeight w:val="340"/>
        </w:trPr>
        <w:tc>
          <w:tcPr>
            <w:tcW w:w="1962" w:type="dxa"/>
          </w:tcPr>
          <w:p w14:paraId="4A9342D0" w14:textId="15506AEC" w:rsidR="006A039C" w:rsidRPr="00843892" w:rsidRDefault="00843892" w:rsidP="006A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89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E76F417" w14:textId="77777777" w:rsidR="006A039C" w:rsidRPr="006A039C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14:paraId="047ED79F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6A039C" w:rsidRPr="009C54AE" w14:paraId="703B51FB" w14:textId="77777777" w:rsidTr="00843892">
        <w:trPr>
          <w:trHeight w:val="340"/>
        </w:trPr>
        <w:tc>
          <w:tcPr>
            <w:tcW w:w="1962" w:type="dxa"/>
          </w:tcPr>
          <w:p w14:paraId="79EA61FE" w14:textId="52338539" w:rsidR="006A039C" w:rsidRPr="00843892" w:rsidRDefault="00843892" w:rsidP="006A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89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FBE3A12" w14:textId="77777777" w:rsidR="006A039C" w:rsidRPr="006A039C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14:paraId="2FC6947D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6A039C" w:rsidRPr="009C54AE" w14:paraId="5505BB0C" w14:textId="77777777" w:rsidTr="00843892">
        <w:trPr>
          <w:trHeight w:val="340"/>
        </w:trPr>
        <w:tc>
          <w:tcPr>
            <w:tcW w:w="1962" w:type="dxa"/>
          </w:tcPr>
          <w:p w14:paraId="2EC4EA78" w14:textId="6EA29F2C" w:rsidR="006A039C" w:rsidRPr="00843892" w:rsidRDefault="00843892" w:rsidP="006A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89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363C0CE" w14:textId="77777777" w:rsidR="006A039C" w:rsidRPr="006A039C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14:paraId="34E8760E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6A039C" w:rsidRPr="009C54AE" w14:paraId="1DCD9371" w14:textId="77777777" w:rsidTr="00843892">
        <w:trPr>
          <w:trHeight w:val="340"/>
        </w:trPr>
        <w:tc>
          <w:tcPr>
            <w:tcW w:w="1962" w:type="dxa"/>
          </w:tcPr>
          <w:p w14:paraId="57E58B88" w14:textId="6832EDD7" w:rsidR="006A039C" w:rsidRPr="00843892" w:rsidRDefault="00843892" w:rsidP="006A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89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C26C7E2" w14:textId="77777777" w:rsidR="006A039C" w:rsidRPr="006A039C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</w:t>
            </w:r>
            <w:r w:rsidRPr="006A0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m</w:t>
            </w:r>
            <w:r w:rsidRPr="006A039C">
              <w:rPr>
                <w:rFonts w:ascii="Corbel" w:hAnsi="Corbel"/>
                <w:b w:val="0"/>
                <w:szCs w:val="24"/>
              </w:rPr>
              <w:t>ny</w:t>
            </w:r>
          </w:p>
        </w:tc>
        <w:tc>
          <w:tcPr>
            <w:tcW w:w="2117" w:type="dxa"/>
          </w:tcPr>
          <w:p w14:paraId="16CEFD06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6A039C" w:rsidRPr="009C54AE" w14:paraId="5A6CE461" w14:textId="77777777" w:rsidTr="00843892">
        <w:trPr>
          <w:trHeight w:val="340"/>
        </w:trPr>
        <w:tc>
          <w:tcPr>
            <w:tcW w:w="1962" w:type="dxa"/>
          </w:tcPr>
          <w:p w14:paraId="729E1BBB" w14:textId="699ABA19" w:rsidR="006A039C" w:rsidRPr="00843892" w:rsidRDefault="008438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89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369AD24A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823660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6A039C" w:rsidRPr="009C54AE" w14:paraId="709F05B3" w14:textId="77777777" w:rsidTr="00843892">
        <w:trPr>
          <w:trHeight w:val="340"/>
        </w:trPr>
        <w:tc>
          <w:tcPr>
            <w:tcW w:w="1962" w:type="dxa"/>
          </w:tcPr>
          <w:p w14:paraId="1E823F79" w14:textId="556F908E" w:rsidR="006A039C" w:rsidRPr="00843892" w:rsidRDefault="008438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892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05C9BD75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2775E355" w14:textId="77777777" w:rsidR="006A039C" w:rsidRPr="009C54AE" w:rsidRDefault="006A039C" w:rsidP="00416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1FAA8B5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0E81D" w14:textId="1B26268D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4389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9C59A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9B209" w14:textId="77777777" w:rsidTr="34A00F1D">
        <w:tc>
          <w:tcPr>
            <w:tcW w:w="9670" w:type="dxa"/>
          </w:tcPr>
          <w:p w14:paraId="74F09EB8" w14:textId="2B1C5648" w:rsidR="095EC2D6" w:rsidRPr="00843892" w:rsidRDefault="095EC2D6" w:rsidP="0084389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43892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45CC30D7" w14:textId="184914B6" w:rsidR="095EC2D6" w:rsidRPr="00843892" w:rsidRDefault="095EC2D6" w:rsidP="0084389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43892">
              <w:rPr>
                <w:rFonts w:ascii="Corbel" w:hAnsi="Corbel" w:cs="Calibri"/>
                <w:sz w:val="24"/>
                <w:szCs w:val="24"/>
              </w:rPr>
              <w:t>Warunkiem zdania egzaminu jest uzyskanie pozytywnej oceny. Egzamin może mieć formę pisemną lub ustną. Polega na odpowiedzi na zadane pytania. Egzamin zawierać może pytania testowe, otwarte oraz problemowe.</w:t>
            </w:r>
          </w:p>
          <w:p w14:paraId="3C1898A0" w14:textId="6DC45144" w:rsidR="095EC2D6" w:rsidRPr="00843892" w:rsidRDefault="095EC2D6" w:rsidP="0084389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43892">
              <w:rPr>
                <w:rFonts w:ascii="Corbel" w:hAnsi="Corbel"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00843892">
              <w:rPr>
                <w:rFonts w:ascii="Corbel" w:hAnsi="Corbel" w:cs="Calibri"/>
                <w:b/>
                <w:bCs/>
                <w:sz w:val="24"/>
                <w:szCs w:val="24"/>
              </w:rPr>
              <w:t xml:space="preserve"> </w:t>
            </w:r>
          </w:p>
          <w:p w14:paraId="3F1D5F9B" w14:textId="7C6D0683" w:rsidR="095EC2D6" w:rsidRPr="00843892" w:rsidRDefault="095EC2D6" w:rsidP="0084389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43892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843892">
              <w:rPr>
                <w:rFonts w:ascii="Corbel" w:hAnsi="Corbel" w:cs="Calibri"/>
                <w:b/>
                <w:bCs/>
                <w:sz w:val="24"/>
                <w:szCs w:val="24"/>
              </w:rPr>
              <w:t xml:space="preserve"> </w:t>
            </w:r>
          </w:p>
          <w:p w14:paraId="47391669" w14:textId="086D7C78" w:rsidR="095EC2D6" w:rsidRPr="00843892" w:rsidRDefault="095EC2D6" w:rsidP="008438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059F9158" w14:textId="5692C27A" w:rsidR="095EC2D6" w:rsidRPr="00843892" w:rsidRDefault="095EC2D6" w:rsidP="008438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7F3448AF" w14:textId="442481DB" w:rsidR="095EC2D6" w:rsidRPr="00843892" w:rsidRDefault="095EC2D6" w:rsidP="008438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0CCE8805" w14:textId="24693701" w:rsidR="095EC2D6" w:rsidRPr="00843892" w:rsidRDefault="095EC2D6" w:rsidP="008438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1D9D489C" w14:textId="0C7BB042" w:rsidR="095EC2D6" w:rsidRPr="00843892" w:rsidRDefault="095EC2D6" w:rsidP="008438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189A39D7" w14:textId="0D6B8671" w:rsidR="0085747A" w:rsidRPr="00843892" w:rsidRDefault="095EC2D6" w:rsidP="0084389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84389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5C2007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B03410" w14:textId="416A6E86" w:rsidR="18A5F2DA" w:rsidRDefault="18A5F2DA">
      <w:r>
        <w:br w:type="page"/>
      </w:r>
    </w:p>
    <w:p w14:paraId="53D303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38A5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1BC98228" w14:textId="77777777" w:rsidTr="00843892">
        <w:tc>
          <w:tcPr>
            <w:tcW w:w="5274" w:type="dxa"/>
            <w:vAlign w:val="center"/>
          </w:tcPr>
          <w:p w14:paraId="5536CA3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1F8405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8DFD1F" w14:textId="77777777" w:rsidTr="00843892">
        <w:tc>
          <w:tcPr>
            <w:tcW w:w="5274" w:type="dxa"/>
          </w:tcPr>
          <w:p w14:paraId="1C92FA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4DA5612E" w14:textId="77777777" w:rsidR="0085747A" w:rsidRPr="009C54AE" w:rsidRDefault="00056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BC6128F" w14:textId="77777777" w:rsidTr="00843892">
        <w:tc>
          <w:tcPr>
            <w:tcW w:w="5274" w:type="dxa"/>
          </w:tcPr>
          <w:p w14:paraId="4E347F2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FFD74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47F2E19D" w14:textId="77777777" w:rsidR="00C61DC5" w:rsidRPr="009C54AE" w:rsidRDefault="00056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638C9DA" w14:textId="77777777" w:rsidTr="00843892">
        <w:tc>
          <w:tcPr>
            <w:tcW w:w="5274" w:type="dxa"/>
          </w:tcPr>
          <w:p w14:paraId="08C2DF9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707EC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5FF825B" w14:textId="77777777" w:rsidR="00C61DC5" w:rsidRPr="009C54AE" w:rsidRDefault="00056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E2CA157" w14:textId="77777777" w:rsidTr="00843892">
        <w:trPr>
          <w:trHeight w:val="338"/>
        </w:trPr>
        <w:tc>
          <w:tcPr>
            <w:tcW w:w="5274" w:type="dxa"/>
          </w:tcPr>
          <w:p w14:paraId="7BA4A68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76949BDF" w14:textId="77777777" w:rsidR="0085747A" w:rsidRPr="009C54AE" w:rsidRDefault="00056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52B3D3F" w14:textId="77777777" w:rsidTr="00843892">
        <w:trPr>
          <w:trHeight w:val="365"/>
        </w:trPr>
        <w:tc>
          <w:tcPr>
            <w:tcW w:w="5274" w:type="dxa"/>
          </w:tcPr>
          <w:p w14:paraId="51364C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B27E93B" w14:textId="77777777" w:rsidR="0085747A" w:rsidRPr="009C54AE" w:rsidRDefault="00056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D9784C" w14:textId="77777777" w:rsidR="0085747A" w:rsidRPr="009C54AE" w:rsidRDefault="00923D7D" w:rsidP="0084389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E8D0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DF7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E52EA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9C54AE" w14:paraId="0742DF3E" w14:textId="77777777" w:rsidTr="00843892">
        <w:trPr>
          <w:trHeight w:val="397"/>
        </w:trPr>
        <w:tc>
          <w:tcPr>
            <w:tcW w:w="3998" w:type="dxa"/>
          </w:tcPr>
          <w:p w14:paraId="5E04B0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74FF7545" w14:textId="0D27A47E" w:rsidR="0085747A" w:rsidRPr="009C54AE" w:rsidRDefault="071103DD" w:rsidP="04CB3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CB3DB2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63097FCE" w14:textId="77777777" w:rsidTr="00843892">
        <w:trPr>
          <w:trHeight w:val="397"/>
        </w:trPr>
        <w:tc>
          <w:tcPr>
            <w:tcW w:w="3998" w:type="dxa"/>
          </w:tcPr>
          <w:p w14:paraId="2B7AF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270AC3E2" w14:textId="6BA928D5" w:rsidR="0085747A" w:rsidRPr="009C54AE" w:rsidRDefault="78E326BC" w:rsidP="04CB3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4CB3DB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E78DF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1D272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7505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25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1"/>
      </w:tblGrid>
      <w:tr w:rsidR="006A039C" w:rsidRPr="009C54AE" w14:paraId="30CEE361" w14:textId="77777777" w:rsidTr="00843892">
        <w:trPr>
          <w:trHeight w:val="397"/>
        </w:trPr>
        <w:tc>
          <w:tcPr>
            <w:tcW w:w="8251" w:type="dxa"/>
          </w:tcPr>
          <w:p w14:paraId="075DE7DD" w14:textId="77777777" w:rsidR="006A039C" w:rsidRPr="00D84A37" w:rsidRDefault="006A039C" w:rsidP="00843892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04CB3DB2">
              <w:rPr>
                <w:rFonts w:ascii="Corbel" w:hAnsi="Corbel"/>
                <w:bCs/>
                <w:smallCaps w:val="0"/>
              </w:rPr>
              <w:t xml:space="preserve">Literatura podstawowa: </w:t>
            </w:r>
          </w:p>
          <w:p w14:paraId="148C0299" w14:textId="6C1CD1AE" w:rsidR="00416F8D" w:rsidRPr="00FB0BB6" w:rsidRDefault="00416F8D" w:rsidP="00843892">
            <w:pPr>
              <w:pStyle w:val="Bezodstpw"/>
              <w:numPr>
                <w:ilvl w:val="0"/>
                <w:numId w:val="3"/>
              </w:numPr>
              <w:spacing w:before="120"/>
              <w:ind w:left="339" w:hanging="283"/>
              <w:rPr>
                <w:rFonts w:ascii="Corbel" w:hAnsi="Corbel"/>
                <w:sz w:val="24"/>
                <w:szCs w:val="24"/>
              </w:rPr>
            </w:pPr>
            <w:r w:rsidRPr="18A5F2DA">
              <w:rPr>
                <w:rFonts w:ascii="Corbel" w:hAnsi="Corbel"/>
                <w:sz w:val="24"/>
                <w:szCs w:val="24"/>
              </w:rPr>
              <w:t>P.</w:t>
            </w:r>
            <w:r w:rsidR="51A6C20A" w:rsidRPr="18A5F2DA">
              <w:rPr>
                <w:rFonts w:ascii="Corbel" w:hAnsi="Corbel"/>
                <w:sz w:val="24"/>
                <w:szCs w:val="24"/>
              </w:rPr>
              <w:t xml:space="preserve"> </w:t>
            </w:r>
            <w:r w:rsidRPr="18A5F2DA">
              <w:rPr>
                <w:rFonts w:ascii="Corbel" w:hAnsi="Corbel"/>
                <w:sz w:val="24"/>
                <w:szCs w:val="24"/>
              </w:rPr>
              <w:t xml:space="preserve">Suski, </w:t>
            </w:r>
            <w:r w:rsidRPr="18A5F2DA">
              <w:rPr>
                <w:rFonts w:ascii="Corbel" w:hAnsi="Corbel"/>
                <w:i/>
                <w:iCs/>
                <w:sz w:val="24"/>
                <w:szCs w:val="24"/>
              </w:rPr>
              <w:t>Stowarzyszenia i fundacje</w:t>
            </w:r>
            <w:r w:rsidRPr="18A5F2DA">
              <w:rPr>
                <w:rFonts w:ascii="Corbel" w:hAnsi="Corbel"/>
                <w:sz w:val="24"/>
                <w:szCs w:val="24"/>
              </w:rPr>
              <w:t>, Warszawa 2018,</w:t>
            </w:r>
          </w:p>
          <w:p w14:paraId="5A4C6971" w14:textId="45591BAB" w:rsidR="00416F8D" w:rsidRPr="00FB0BB6" w:rsidRDefault="00416F8D" w:rsidP="00843892">
            <w:pPr>
              <w:pStyle w:val="Bezodstpw"/>
              <w:numPr>
                <w:ilvl w:val="0"/>
                <w:numId w:val="3"/>
              </w:numPr>
              <w:spacing w:before="120"/>
              <w:ind w:left="339" w:hanging="283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 w:rsidRPr="00FB0BB6">
              <w:rPr>
                <w:rFonts w:ascii="Corbel" w:hAnsi="Corbel"/>
                <w:sz w:val="24"/>
                <w:szCs w:val="24"/>
              </w:rPr>
              <w:t>Trzpioła</w:t>
            </w:r>
            <w:proofErr w:type="spellEnd"/>
            <w:r w:rsidRPr="00FB0BB6">
              <w:rPr>
                <w:rFonts w:ascii="Corbel" w:hAnsi="Corbel"/>
                <w:sz w:val="24"/>
                <w:szCs w:val="24"/>
              </w:rPr>
              <w:t>, M. Grabowska-</w:t>
            </w:r>
            <w:proofErr w:type="spellStart"/>
            <w:r w:rsidRPr="00FB0BB6">
              <w:rPr>
                <w:rFonts w:ascii="Corbel" w:hAnsi="Corbel"/>
                <w:sz w:val="24"/>
                <w:szCs w:val="24"/>
              </w:rPr>
              <w:t>Peda</w:t>
            </w:r>
            <w:proofErr w:type="spellEnd"/>
            <w:r w:rsidRPr="00FB0BB6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FB0BB6">
              <w:rPr>
                <w:rFonts w:ascii="Corbel" w:hAnsi="Corbel"/>
                <w:sz w:val="24"/>
                <w:szCs w:val="24"/>
              </w:rPr>
              <w:t>Peda</w:t>
            </w:r>
            <w:proofErr w:type="spellEnd"/>
            <w:r w:rsidRPr="00FB0BB6">
              <w:rPr>
                <w:rFonts w:ascii="Corbel" w:hAnsi="Corbel"/>
                <w:sz w:val="24"/>
                <w:szCs w:val="24"/>
              </w:rPr>
              <w:t xml:space="preserve">, S. </w:t>
            </w:r>
            <w:proofErr w:type="spellStart"/>
            <w:r w:rsidRPr="00FB0BB6">
              <w:rPr>
                <w:rFonts w:ascii="Corbel" w:hAnsi="Corbel"/>
                <w:sz w:val="24"/>
                <w:szCs w:val="24"/>
              </w:rPr>
              <w:t>Liżewski</w:t>
            </w:r>
            <w:proofErr w:type="spellEnd"/>
            <w:r w:rsidRPr="00FB0BB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B0BB6">
              <w:rPr>
                <w:rFonts w:ascii="Corbel" w:hAnsi="Corbel"/>
                <w:i/>
                <w:iCs/>
                <w:sz w:val="24"/>
                <w:szCs w:val="24"/>
              </w:rPr>
              <w:t>Ustawa o działalności pożytku publicznego i o wolontariacie z komentarzem ekspertów</w:t>
            </w:r>
            <w:r w:rsidRPr="00FB0BB6">
              <w:rPr>
                <w:rFonts w:ascii="Corbel" w:hAnsi="Corbel"/>
                <w:sz w:val="24"/>
                <w:szCs w:val="24"/>
              </w:rPr>
              <w:t xml:space="preserve">, </w:t>
            </w:r>
            <w:r w:rsidR="00843892">
              <w:rPr>
                <w:rFonts w:ascii="Corbel" w:hAnsi="Corbel"/>
                <w:sz w:val="24"/>
                <w:szCs w:val="24"/>
              </w:rPr>
              <w:br/>
            </w:r>
            <w:r w:rsidRPr="00FB0BB6">
              <w:rPr>
                <w:rFonts w:ascii="Corbel" w:hAnsi="Corbel"/>
                <w:sz w:val="24"/>
                <w:szCs w:val="24"/>
              </w:rPr>
              <w:t>Warszawa 2019,</w:t>
            </w:r>
          </w:p>
          <w:p w14:paraId="4076074A" w14:textId="5230D877" w:rsidR="00416F8D" w:rsidRDefault="00416F8D" w:rsidP="00843892">
            <w:pPr>
              <w:pStyle w:val="Bezodstpw"/>
              <w:numPr>
                <w:ilvl w:val="0"/>
                <w:numId w:val="3"/>
              </w:numPr>
              <w:spacing w:before="120"/>
              <w:ind w:left="339" w:hanging="283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 xml:space="preserve">R. Barański, J. Kotowski, </w:t>
            </w:r>
            <w:r w:rsidRPr="00FB0BB6">
              <w:rPr>
                <w:rFonts w:ascii="Corbel" w:hAnsi="Corbel"/>
                <w:i/>
                <w:iCs/>
                <w:sz w:val="24"/>
                <w:szCs w:val="24"/>
              </w:rPr>
              <w:t>Fundacje i stowarzyszenia</w:t>
            </w:r>
            <w:r w:rsidRPr="00FB0BB6">
              <w:rPr>
                <w:rFonts w:ascii="Corbel" w:hAnsi="Corbel"/>
                <w:sz w:val="24"/>
                <w:szCs w:val="24"/>
              </w:rPr>
              <w:t>, Warszawa 2016,</w:t>
            </w:r>
          </w:p>
          <w:p w14:paraId="3E2BC91B" w14:textId="5356D5E9" w:rsidR="006A039C" w:rsidRPr="00843892" w:rsidRDefault="00416F8D" w:rsidP="00843892">
            <w:pPr>
              <w:pStyle w:val="Bezodstpw"/>
              <w:numPr>
                <w:ilvl w:val="0"/>
                <w:numId w:val="3"/>
              </w:numPr>
              <w:spacing w:before="120" w:after="120"/>
              <w:ind w:left="341" w:hanging="284"/>
              <w:rPr>
                <w:rFonts w:ascii="Corbel" w:hAnsi="Corbel"/>
                <w:sz w:val="24"/>
                <w:szCs w:val="24"/>
              </w:rPr>
            </w:pPr>
            <w:r w:rsidRPr="00843892">
              <w:rPr>
                <w:rFonts w:ascii="Corbel" w:hAnsi="Corbel"/>
                <w:sz w:val="24"/>
                <w:szCs w:val="24"/>
              </w:rPr>
              <w:t xml:space="preserve">A. Barczewska-Dziobek, </w:t>
            </w:r>
            <w:r w:rsidRPr="00843892">
              <w:rPr>
                <w:rStyle w:val="f245a"/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Współpraca jednostek samorządu terytorialnego z organizacjami pozarządowymi - </w:t>
            </w:r>
            <w:r w:rsidRPr="00843892">
              <w:rPr>
                <w:rStyle w:val="f245b"/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geneza rozwiązań</w:t>
            </w:r>
            <w:r w:rsidRPr="00843892">
              <w:rPr>
                <w:rStyle w:val="f245b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, „Samorząd Terytorialny”, </w:t>
            </w:r>
            <w:r w:rsidR="00843892">
              <w:rPr>
                <w:rStyle w:val="f245b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843892">
              <w:rPr>
                <w:rStyle w:val="f245b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1-2/2016.</w:t>
            </w:r>
          </w:p>
        </w:tc>
      </w:tr>
      <w:tr w:rsidR="006A039C" w:rsidRPr="00397492" w14:paraId="35549EA2" w14:textId="77777777" w:rsidTr="00843892">
        <w:trPr>
          <w:trHeight w:val="397"/>
        </w:trPr>
        <w:tc>
          <w:tcPr>
            <w:tcW w:w="8251" w:type="dxa"/>
          </w:tcPr>
          <w:p w14:paraId="0BF5E086" w14:textId="77777777" w:rsidR="006A039C" w:rsidRPr="00D84A37" w:rsidRDefault="006A039C" w:rsidP="00843892">
            <w:pPr>
              <w:pStyle w:val="Punktygwne"/>
              <w:spacing w:before="120" w:after="0"/>
              <w:ind w:left="17"/>
              <w:rPr>
                <w:rFonts w:ascii="Corbel" w:hAnsi="Corbel"/>
                <w:bCs/>
                <w:smallCaps w:val="0"/>
              </w:rPr>
            </w:pPr>
            <w:r w:rsidRPr="04CB3DB2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5BA0218" w14:textId="0D7A0232" w:rsidR="00416F8D" w:rsidRPr="00FB0BB6" w:rsidRDefault="00416F8D" w:rsidP="00843892">
            <w:pPr>
              <w:pStyle w:val="Bezodstpw"/>
              <w:numPr>
                <w:ilvl w:val="0"/>
                <w:numId w:val="4"/>
              </w:numPr>
              <w:spacing w:before="120"/>
              <w:ind w:left="339" w:hanging="283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 xml:space="preserve">H. Izdebski, </w:t>
            </w:r>
            <w:r w:rsidRPr="00FB0BB6">
              <w:rPr>
                <w:rFonts w:ascii="Corbel" w:hAnsi="Corbel"/>
                <w:i/>
                <w:iCs/>
                <w:sz w:val="24"/>
                <w:szCs w:val="24"/>
              </w:rPr>
              <w:t>Fundacje i stowarzyszenia. Komentarz, orzecznictwo, skorowidz</w:t>
            </w:r>
            <w:r w:rsidRPr="00FB0BB6">
              <w:rPr>
                <w:rFonts w:ascii="Corbel" w:hAnsi="Corbel"/>
                <w:sz w:val="24"/>
                <w:szCs w:val="24"/>
              </w:rPr>
              <w:t xml:space="preserve">, Warszawa 2001, </w:t>
            </w:r>
          </w:p>
          <w:p w14:paraId="1BEEFF74" w14:textId="5064CE83" w:rsidR="00416F8D" w:rsidRDefault="00416F8D" w:rsidP="00843892">
            <w:pPr>
              <w:pStyle w:val="Bezodstpw"/>
              <w:numPr>
                <w:ilvl w:val="0"/>
                <w:numId w:val="4"/>
              </w:numPr>
              <w:spacing w:before="120"/>
              <w:ind w:left="339" w:hanging="283"/>
              <w:rPr>
                <w:rFonts w:ascii="Corbel" w:hAnsi="Corbel"/>
                <w:sz w:val="24"/>
                <w:szCs w:val="24"/>
                <w:lang w:val="en-US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 xml:space="preserve">P. Staszczyk, </w:t>
            </w:r>
            <w:r w:rsidRPr="00FB0BB6">
              <w:rPr>
                <w:rFonts w:ascii="Corbel" w:hAnsi="Corbel"/>
                <w:i/>
                <w:iCs/>
                <w:sz w:val="24"/>
                <w:szCs w:val="24"/>
              </w:rPr>
              <w:t xml:space="preserve">Ustawa o działalności pożytku publicznego i o wolontariacie. </w:t>
            </w:r>
            <w:proofErr w:type="spellStart"/>
            <w:r w:rsidRPr="00FB0BB6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Komentarz</w:t>
            </w:r>
            <w:proofErr w:type="spellEnd"/>
            <w:r w:rsidRPr="00FB0BB6">
              <w:rPr>
                <w:rFonts w:ascii="Corbel" w:hAnsi="Corbel"/>
                <w:sz w:val="24"/>
                <w:szCs w:val="24"/>
                <w:lang w:val="en-US"/>
              </w:rPr>
              <w:t>, Warszawa 2013,</w:t>
            </w:r>
          </w:p>
          <w:p w14:paraId="6E790F80" w14:textId="76012551" w:rsidR="00E037E0" w:rsidRPr="00843892" w:rsidRDefault="00416F8D" w:rsidP="00843892">
            <w:pPr>
              <w:pStyle w:val="Bezodstpw"/>
              <w:numPr>
                <w:ilvl w:val="0"/>
                <w:numId w:val="4"/>
              </w:numPr>
              <w:spacing w:before="120" w:after="120"/>
              <w:ind w:left="341" w:hanging="284"/>
              <w:rPr>
                <w:rFonts w:ascii="Corbel" w:hAnsi="Corbel"/>
                <w:sz w:val="24"/>
                <w:szCs w:val="24"/>
                <w:lang w:val="en-US"/>
              </w:rPr>
            </w:pPr>
            <w:r w:rsidRPr="00843892">
              <w:rPr>
                <w:rFonts w:ascii="Corbel" w:hAnsi="Corbel"/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843892">
              <w:rPr>
                <w:rFonts w:ascii="Corbel" w:hAnsi="Corbel"/>
                <w:sz w:val="24"/>
                <w:szCs w:val="24"/>
                <w:lang w:val="en-US"/>
              </w:rPr>
              <w:t>Barczewska-Dziobek</w:t>
            </w:r>
            <w:proofErr w:type="spellEnd"/>
            <w:r w:rsidRPr="00843892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r w:rsidRPr="00843892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Cooperation of non-governmental </w:t>
            </w:r>
            <w:proofErr w:type="spellStart"/>
            <w:r w:rsidRPr="00843892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organisations</w:t>
            </w:r>
            <w:proofErr w:type="spellEnd"/>
            <w:r w:rsidRPr="00843892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with public administration as implementation of the constitutional principle of subsidiarity</w:t>
            </w:r>
            <w:r w:rsidRPr="0084389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“</w:t>
            </w:r>
            <w:proofErr w:type="spellStart"/>
            <w:r w:rsidRPr="0084389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Przegląd</w:t>
            </w:r>
            <w:proofErr w:type="spellEnd"/>
            <w:r w:rsidRPr="0084389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Prawa </w:t>
            </w:r>
            <w:proofErr w:type="spellStart"/>
            <w:r w:rsidRPr="0084389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Publicznego</w:t>
            </w:r>
            <w:proofErr w:type="spellEnd"/>
            <w:r w:rsidRPr="0084389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”, 10/2016.</w:t>
            </w:r>
          </w:p>
        </w:tc>
      </w:tr>
    </w:tbl>
    <w:p w14:paraId="0A566D85" w14:textId="77777777" w:rsidR="0085747A" w:rsidRPr="00E037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BD8FF9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2AF57" w14:textId="77777777" w:rsidR="00AB32CD" w:rsidRDefault="00AB32CD" w:rsidP="00C16ABF">
      <w:pPr>
        <w:spacing w:after="0" w:line="240" w:lineRule="auto"/>
      </w:pPr>
      <w:r>
        <w:separator/>
      </w:r>
    </w:p>
  </w:endnote>
  <w:endnote w:type="continuationSeparator" w:id="0">
    <w:p w14:paraId="7309FAE2" w14:textId="77777777" w:rsidR="00AB32CD" w:rsidRDefault="00AB32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A60F2" w14:textId="77777777" w:rsidR="00AB32CD" w:rsidRDefault="00AB32CD" w:rsidP="00C16ABF">
      <w:pPr>
        <w:spacing w:after="0" w:line="240" w:lineRule="auto"/>
      </w:pPr>
      <w:r>
        <w:separator/>
      </w:r>
    </w:p>
  </w:footnote>
  <w:footnote w:type="continuationSeparator" w:id="0">
    <w:p w14:paraId="6193A9C6" w14:textId="77777777" w:rsidR="00AB32CD" w:rsidRDefault="00AB32CD" w:rsidP="00C16ABF">
      <w:pPr>
        <w:spacing w:after="0" w:line="240" w:lineRule="auto"/>
      </w:pPr>
      <w:r>
        <w:continuationSeparator/>
      </w:r>
    </w:p>
  </w:footnote>
  <w:footnote w:id="1">
    <w:p w14:paraId="565E599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0F2F2C"/>
    <w:multiLevelType w:val="hybridMultilevel"/>
    <w:tmpl w:val="AF4A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B3301"/>
    <w:multiLevelType w:val="hybridMultilevel"/>
    <w:tmpl w:val="E3CE1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F4006"/>
    <w:multiLevelType w:val="hybridMultilevel"/>
    <w:tmpl w:val="66B49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385546">
    <w:abstractNumId w:val="0"/>
  </w:num>
  <w:num w:numId="2" w16cid:durableId="1218980211">
    <w:abstractNumId w:val="1"/>
  </w:num>
  <w:num w:numId="3" w16cid:durableId="1348094908">
    <w:abstractNumId w:val="3"/>
  </w:num>
  <w:num w:numId="4" w16cid:durableId="103789583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26"/>
    <w:rsid w:val="0006011E"/>
    <w:rsid w:val="00070ED6"/>
    <w:rsid w:val="000742DC"/>
    <w:rsid w:val="00084C12"/>
    <w:rsid w:val="000916E9"/>
    <w:rsid w:val="0009462C"/>
    <w:rsid w:val="00094B12"/>
    <w:rsid w:val="00096C46"/>
    <w:rsid w:val="000A296F"/>
    <w:rsid w:val="000A2A28"/>
    <w:rsid w:val="000A3CDF"/>
    <w:rsid w:val="000A41FE"/>
    <w:rsid w:val="000A56D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3CD"/>
    <w:rsid w:val="00281FF2"/>
    <w:rsid w:val="002857DE"/>
    <w:rsid w:val="00291567"/>
    <w:rsid w:val="002936CB"/>
    <w:rsid w:val="002A004B"/>
    <w:rsid w:val="002A22BF"/>
    <w:rsid w:val="002A2389"/>
    <w:rsid w:val="002A671D"/>
    <w:rsid w:val="002B4D55"/>
    <w:rsid w:val="002B5EA0"/>
    <w:rsid w:val="002B6119"/>
    <w:rsid w:val="002B7442"/>
    <w:rsid w:val="002C1F06"/>
    <w:rsid w:val="002D3375"/>
    <w:rsid w:val="002D73D4"/>
    <w:rsid w:val="002F02A3"/>
    <w:rsid w:val="002F4ABE"/>
    <w:rsid w:val="003018BA"/>
    <w:rsid w:val="0030322B"/>
    <w:rsid w:val="0030395F"/>
    <w:rsid w:val="00305C92"/>
    <w:rsid w:val="003151C5"/>
    <w:rsid w:val="00315914"/>
    <w:rsid w:val="003343CF"/>
    <w:rsid w:val="00346FE9"/>
    <w:rsid w:val="0034759A"/>
    <w:rsid w:val="003503F6"/>
    <w:rsid w:val="003530DD"/>
    <w:rsid w:val="00363F78"/>
    <w:rsid w:val="0039749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6F8D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255"/>
    <w:rsid w:val="004D5282"/>
    <w:rsid w:val="004F1551"/>
    <w:rsid w:val="004F4E53"/>
    <w:rsid w:val="004F55A3"/>
    <w:rsid w:val="0050496F"/>
    <w:rsid w:val="00513B6F"/>
    <w:rsid w:val="00517C63"/>
    <w:rsid w:val="00531B2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48"/>
    <w:rsid w:val="005C696A"/>
    <w:rsid w:val="005E6E85"/>
    <w:rsid w:val="005F31D2"/>
    <w:rsid w:val="005F5B1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39C"/>
    <w:rsid w:val="006C0C61"/>
    <w:rsid w:val="006D050F"/>
    <w:rsid w:val="006D6139"/>
    <w:rsid w:val="006E5D65"/>
    <w:rsid w:val="006F1282"/>
    <w:rsid w:val="006F1FBC"/>
    <w:rsid w:val="006F31E2"/>
    <w:rsid w:val="006F41D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C6F"/>
    <w:rsid w:val="00763BF1"/>
    <w:rsid w:val="00766FD4"/>
    <w:rsid w:val="0078168C"/>
    <w:rsid w:val="00787C2A"/>
    <w:rsid w:val="00790E27"/>
    <w:rsid w:val="007923FF"/>
    <w:rsid w:val="007A4022"/>
    <w:rsid w:val="007A6E6E"/>
    <w:rsid w:val="007C3299"/>
    <w:rsid w:val="007C3BCC"/>
    <w:rsid w:val="007C4546"/>
    <w:rsid w:val="007D6E56"/>
    <w:rsid w:val="007F4155"/>
    <w:rsid w:val="00800111"/>
    <w:rsid w:val="00804579"/>
    <w:rsid w:val="0081554D"/>
    <w:rsid w:val="0081707E"/>
    <w:rsid w:val="00843892"/>
    <w:rsid w:val="008449B3"/>
    <w:rsid w:val="00853A13"/>
    <w:rsid w:val="008552A2"/>
    <w:rsid w:val="0085747A"/>
    <w:rsid w:val="00871C5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7EC"/>
    <w:rsid w:val="008D3DFB"/>
    <w:rsid w:val="008E64F4"/>
    <w:rsid w:val="008F12C9"/>
    <w:rsid w:val="008F6E29"/>
    <w:rsid w:val="00916188"/>
    <w:rsid w:val="00923D7D"/>
    <w:rsid w:val="009343D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804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73B"/>
    <w:rsid w:val="00AB32C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B0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4521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80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37E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34BA"/>
    <w:rsid w:val="00E933D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2DB"/>
    <w:rsid w:val="00F070AB"/>
    <w:rsid w:val="00F17567"/>
    <w:rsid w:val="00F27A7B"/>
    <w:rsid w:val="00F526AF"/>
    <w:rsid w:val="00F617C3"/>
    <w:rsid w:val="00F7066B"/>
    <w:rsid w:val="00F70FE6"/>
    <w:rsid w:val="00F83B28"/>
    <w:rsid w:val="00F9642D"/>
    <w:rsid w:val="00F974DA"/>
    <w:rsid w:val="00FA46E5"/>
    <w:rsid w:val="00FB7DBA"/>
    <w:rsid w:val="00FC1C25"/>
    <w:rsid w:val="00FC3F45"/>
    <w:rsid w:val="00FC5F0B"/>
    <w:rsid w:val="00FD2BFA"/>
    <w:rsid w:val="00FD503F"/>
    <w:rsid w:val="00FD7589"/>
    <w:rsid w:val="00FF016A"/>
    <w:rsid w:val="00FF1401"/>
    <w:rsid w:val="00FF5E7D"/>
    <w:rsid w:val="04CB3DB2"/>
    <w:rsid w:val="071103DD"/>
    <w:rsid w:val="095EC2D6"/>
    <w:rsid w:val="0DE662EB"/>
    <w:rsid w:val="1425FD34"/>
    <w:rsid w:val="142677B4"/>
    <w:rsid w:val="18A5F2DA"/>
    <w:rsid w:val="245FC3F6"/>
    <w:rsid w:val="2492AE61"/>
    <w:rsid w:val="280D79A8"/>
    <w:rsid w:val="2AA89F50"/>
    <w:rsid w:val="34A00F1D"/>
    <w:rsid w:val="44F63A5A"/>
    <w:rsid w:val="468CB604"/>
    <w:rsid w:val="50776049"/>
    <w:rsid w:val="51A6C20A"/>
    <w:rsid w:val="57E147F6"/>
    <w:rsid w:val="65C57ADC"/>
    <w:rsid w:val="7069EB34"/>
    <w:rsid w:val="77DA72D5"/>
    <w:rsid w:val="78E326BC"/>
    <w:rsid w:val="7E18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C433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245a">
    <w:name w:val="f_245a"/>
    <w:basedOn w:val="Domylnaczcionkaakapitu"/>
    <w:rsid w:val="00E037E0"/>
  </w:style>
  <w:style w:type="character" w:customStyle="1" w:styleId="f245b">
    <w:name w:val="f_245b"/>
    <w:basedOn w:val="Domylnaczcionkaakapitu"/>
    <w:rsid w:val="00E03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1C5CB-FDEF-4D76-86DB-D2CF2E81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17</cp:revision>
  <cp:lastPrinted>2025-10-16T09:09:00Z</cp:lastPrinted>
  <dcterms:created xsi:type="dcterms:W3CDTF">2023-09-11T16:22:00Z</dcterms:created>
  <dcterms:modified xsi:type="dcterms:W3CDTF">2025-11-20T12:52:00Z</dcterms:modified>
</cp:coreProperties>
</file>